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en-US" w:eastAsia="en-US"/>
        </w:rPr>
      </w:pPr>
      <w:proofErr w:type="spellStart"/>
      <w:r w:rsidRPr="00542F08">
        <w:rPr>
          <w:rFonts w:asciiTheme="minorHAnsi" w:hAnsiTheme="minorHAnsi" w:cstheme="minorHAnsi"/>
          <w:b/>
          <w:lang w:val="en-US" w:eastAsia="en-US"/>
        </w:rPr>
        <w:t>Anexa</w:t>
      </w:r>
      <w:proofErr w:type="spellEnd"/>
      <w:r w:rsidRPr="00542F08">
        <w:rPr>
          <w:rFonts w:asciiTheme="minorHAnsi" w:hAnsiTheme="minorHAnsi" w:cstheme="minorHAnsi"/>
          <w:b/>
          <w:lang w:val="en-US" w:eastAsia="en-US"/>
        </w:rPr>
        <w:t xml:space="preserve"> 1</w:t>
      </w:r>
      <w:r w:rsidR="00D052B0">
        <w:rPr>
          <w:rFonts w:asciiTheme="minorHAnsi" w:hAnsiTheme="minorHAnsi" w:cstheme="minorHAnsi"/>
          <w:b/>
          <w:lang w:val="en-US" w:eastAsia="en-US"/>
        </w:rPr>
        <w:t>5</w:t>
      </w: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r w:rsidR="00085CCD" w:rsidRPr="00542F08">
        <w:rPr>
          <w:rFonts w:asciiTheme="minorHAnsi" w:hAnsiTheme="minorHAnsi" w:cstheme="minorHAnsi"/>
          <w:b/>
          <w:bCs/>
          <w:snapToGrid w:val="0"/>
          <w:lang w:eastAsia="en-US"/>
        </w:rPr>
        <w:t>și</w:t>
      </w: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r w:rsidR="00085CCD"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investiție</w:t>
      </w: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583"/>
        <w:gridCol w:w="1985"/>
        <w:gridCol w:w="1417"/>
        <w:gridCol w:w="1559"/>
        <w:gridCol w:w="2386"/>
      </w:tblGrid>
      <w:tr w:rsidR="00542F08" w:rsidRPr="00542F08" w:rsidTr="008F3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198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1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085CCD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Suprafață</w:t>
            </w:r>
          </w:p>
          <w:p w:rsidR="00542F08" w:rsidRPr="00542F08" w:rsidRDefault="00542F08" w:rsidP="0083396A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</w:t>
            </w:r>
            <w:r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mp)</w:t>
            </w:r>
            <w:r w:rsidR="0057715F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teren </w:t>
            </w:r>
            <w:r w:rsidR="0083396A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ș</w:t>
            </w:r>
            <w:r w:rsidR="0057715F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i/sau </w:t>
            </w:r>
            <w:r w:rsidR="00085CCD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clădire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investiție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23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CFD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Istoric </w:t>
            </w: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(dacă este cazul)</w:t>
            </w: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menționa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și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</w:t>
            </w:r>
            <w:r w:rsidR="0083396A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.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542F08" w:rsidRPr="00542F08" w:rsidTr="008F3CFD">
        <w:trPr>
          <w:trHeight w:val="517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:rsidTr="008F3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3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:rsidTr="008F3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3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:rsidR="00542F08" w:rsidRPr="002676C1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</w:pPr>
      <w:r w:rsidRPr="002676C1">
        <w:rPr>
          <w:rFonts w:asciiTheme="minorHAnsi" w:hAnsiTheme="minorHAnsi" w:cstheme="minorHAnsi"/>
          <w:b/>
          <w:bCs/>
          <w:color w:val="000000"/>
          <w:sz w:val="22"/>
          <w:lang w:eastAsia="ro-RO"/>
        </w:rPr>
        <w:t xml:space="preserve">*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 xml:space="preserve">În coloana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val="en-US" w:eastAsia="ro-RO"/>
        </w:rPr>
        <w:t>“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 xml:space="preserve">Obiectiv de investiție aferent proiectului”, pentru toate imobilele care fac obiectul proiectului 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(teren/</w:t>
      </w:r>
      <w:r w:rsidR="00085CCD"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clădire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 xml:space="preserve">) identificate prin extrasele de carte funciară,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>s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e vor menționa suprafețele afectate de lucrările de intervenții propuse pentru fiecare obiectiv de investiție propus.</w:t>
      </w:r>
    </w:p>
    <w:sectPr w:rsidR="00542F08" w:rsidRPr="002676C1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F69" w:rsidRDefault="00E40F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42F08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42F08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F69" w:rsidRDefault="00E40F6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77251" o:spid="_x0000_s19458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E40F69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77252" o:spid="_x0000_s19459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542F08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E40F69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77250" o:spid="_x0000_s19457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542F08"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9460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85CCD"/>
    <w:rsid w:val="0009018B"/>
    <w:rsid w:val="00094830"/>
    <w:rsid w:val="000C2AAE"/>
    <w:rsid w:val="001175F2"/>
    <w:rsid w:val="001357F6"/>
    <w:rsid w:val="00144BFD"/>
    <w:rsid w:val="001E7D06"/>
    <w:rsid w:val="002676C1"/>
    <w:rsid w:val="002B3BB9"/>
    <w:rsid w:val="002E07E9"/>
    <w:rsid w:val="002F1246"/>
    <w:rsid w:val="00351F71"/>
    <w:rsid w:val="00376CFE"/>
    <w:rsid w:val="003E2E03"/>
    <w:rsid w:val="00474F02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3396A"/>
    <w:rsid w:val="00851382"/>
    <w:rsid w:val="0088290B"/>
    <w:rsid w:val="008C26CE"/>
    <w:rsid w:val="008E7688"/>
    <w:rsid w:val="008F3CFD"/>
    <w:rsid w:val="00936CF8"/>
    <w:rsid w:val="0095716B"/>
    <w:rsid w:val="009F711B"/>
    <w:rsid w:val="00A06DE4"/>
    <w:rsid w:val="00AE4990"/>
    <w:rsid w:val="00B15233"/>
    <w:rsid w:val="00BD210E"/>
    <w:rsid w:val="00BD3175"/>
    <w:rsid w:val="00C05C7A"/>
    <w:rsid w:val="00C82AD1"/>
    <w:rsid w:val="00C916A3"/>
    <w:rsid w:val="00CC6C98"/>
    <w:rsid w:val="00D052B0"/>
    <w:rsid w:val="00D22014"/>
    <w:rsid w:val="00D94812"/>
    <w:rsid w:val="00DD113C"/>
    <w:rsid w:val="00E31672"/>
    <w:rsid w:val="00E40F69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60"/>
    <o:shapelayout v:ext="edit">
      <o:idmap v:ext="edit" data="1"/>
    </o:shapelayout>
  </w:shapeDefaults>
  <w:decimalSymbol w:val=","/>
  <w:listSeparator w:val=";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AAB95-D3DF-4C25-BB1F-FE00ADA3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15</TotalTime>
  <Pages>1</Pages>
  <Words>78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635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10</cp:revision>
  <cp:lastPrinted>2022-03-29T08:07:00Z</cp:lastPrinted>
  <dcterms:created xsi:type="dcterms:W3CDTF">2023-05-29T10:19:00Z</dcterms:created>
  <dcterms:modified xsi:type="dcterms:W3CDTF">2023-09-22T09:34:00Z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0861d7b9ca6519b4d12146e4a2447bfa56e29b00cb54a2e01b2f668e4d1b1184</vt:lpwstr>
  </property>
</Properties>
</file>